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4</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ascii="黑体" w:hAnsi="黑体" w:eastAsia="黑体" w:cs="黑体"/>
                <w:sz w:val="24"/>
              </w:rPr>
            </w:pPr>
            <w:r>
              <w:rPr>
                <w:rFonts w:hint="eastAsia" w:ascii="黑体" w:hAnsi="黑体" w:eastAsia="黑体" w:cs="黑体"/>
                <w:sz w:val="24"/>
              </w:rPr>
              <w:t>建设单位或者个人未按照批准内容进行临时建设的处罚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Pr>
        <w:rPr>
          <w:rFonts w:hint="eastAsia"/>
        </w:rPr>
      </w:pPr>
    </w:p>
    <w:p>
      <w:pPr>
        <w:rPr>
          <w:rFonts w:hint="eastAsia"/>
        </w:rPr>
      </w:pPr>
      <w:r>
        <w:pict>
          <v:shape id="流程图: 终止 1" o:spid="_x0000_s1051" o:spt="116" type="#_x0000_t116" style="position:absolute;left:0pt;margin-left:161.25pt;margin-top:2.25pt;height:52.75pt;width:156.75pt;z-index:-251654144;mso-width-relative:page;mso-height-relative:page;" filled="f" stroked="t" coordsize="21600,21600">
            <v:path/>
            <v:fill on="f" focussize="0,0"/>
            <v:stroke weight="1.25pt"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（社区综合管理办公室）</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w:r>
    </w:p>
    <w:p>
      <w:pPr>
        <w:rPr>
          <w:rFonts w:hint="eastAsia"/>
        </w:rPr>
      </w:pPr>
      <w:r>
        <w:rPr>
          <w:rFonts w:hint="eastAsia"/>
          <w:lang w:val="zh-CN" w:eastAsia="zh-CN"/>
        </w:rPr>
        <w:pict>
          <v:shape id="_x0000_s1052" o:spid="_x0000_s1052" o:spt="61" type="#_x0000_t61" style="position:absolute;left:0pt;margin-left:-29.25pt;margin-top:12.35pt;height:109.2pt;width:126pt;z-index:251726848;mso-width-relative:page;mso-height-relative:page;" fillcolor="#9CBEE0" filled="f" stroked="t" coordsize="21600,21600" adj="32143,-564">
            <v:path/>
            <v:fill on="f" color2="#BBD5F0" focussize="0,0"/>
            <v:stroke weight="1.25pt"/>
            <v:imagedata o:title=""/>
            <o:lock v:ext="edit" grouping="f" rotation="f" text="f"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w:r>
      <w:r>
        <w:pict>
          <v:shape id="矩形标注 35" o:spid="_x0000_s1053" o:spt="61" type="#_x0000_t61" style="position:absolute;left:0pt;margin-left:409pt;margin-top:-25.5pt;height:117pt;width:65.55pt;rotation:5898240f;z-index:-251652096;mso-width-relative:page;mso-height-relative:page;" fillcolor="#9CBEE0" filled="f" stroked="t" coordsize="21600,21600" adj="6013,33904">
            <v:path/>
            <v:fill on="f" color2="#BBD5F0" focussize="0,0"/>
            <v:stroke weight="1.25pt"/>
            <v:imagedata o:title=""/>
            <o:lock v:ext="edit" grouping="f" rotation="f" text="f"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w:r>
    </w:p>
    <w:p>
      <w:pPr>
        <w:rPr>
          <w:rFonts w:hint="eastAsia"/>
        </w:rPr>
      </w:pPr>
    </w:p>
    <w:p>
      <w:pPr>
        <w:rPr>
          <w:rFonts w:hint="eastAsia"/>
        </w:rPr>
      </w:pPr>
      <w:r>
        <w:pict>
          <v:line id="箭头 6" o:spid="_x0000_s1054" o:spt="20" style="position:absolute;left:0pt;margin-left:240pt;margin-top:9.05pt;height:82.2pt;width:0.25pt;z-index:-251653120;mso-width-relative:page;mso-height-relative:page;" filled="f" stroked="t" coordsize="21600,21600">
            <v:path arrowok="t"/>
            <v:fill on="f" focussize="0,0"/>
            <v:stroke weight="1.25pt" endarrow="block"/>
            <v:imagedata o:title=""/>
            <o:lock v:ext="edit" grouping="f" rotation="f" text="f" aspectratio="f"/>
          </v:line>
        </w:pict>
      </w:r>
    </w:p>
    <w:p>
      <w:pPr>
        <w:rPr>
          <w:rFonts w:hint="eastAsia"/>
        </w:rPr>
      </w:pPr>
    </w:p>
    <w:p>
      <w:pPr>
        <w:rPr>
          <w:rFonts w:hint="eastAsia"/>
        </w:rPr>
      </w:pPr>
    </w:p>
    <w:p>
      <w:pPr>
        <w:rPr>
          <w:rFonts w:hint="eastAsia"/>
        </w:rPr>
      </w:pPr>
    </w:p>
    <w:p>
      <w:pPr>
        <w:rPr>
          <w:rFonts w:hint="eastAsia"/>
        </w:rPr>
      </w:pPr>
      <w:r>
        <w:pict>
          <v:shape id="_x0000_s1055" o:spid="_x0000_s1055" o:spt="61" type="#_x0000_t61" style="position:absolute;left:0pt;margin-left:379.65pt;margin-top:21pt;height:117.75pt;width:126.45pt;rotation:5898240f;z-index:-251649024;mso-width-relative:page;mso-height-relative:page;" filled="f" stroked="t" coordsize="21600,21600" adj="6070,30471">
            <v:path/>
            <v:fill on="f" focussize="0,0"/>
            <v:stroke weight="1.25pt"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w:r>
      <w:r>
        <w:rPr>
          <w:rFonts w:hint="eastAsia"/>
        </w:rPr>
        <w:t xml:space="preserve">                                   </w:t>
      </w:r>
    </w:p>
    <w:p>
      <w:pPr>
        <w:rPr>
          <w:rFonts w:hint="eastAsia"/>
        </w:rPr>
      </w:pPr>
      <w:r>
        <w:pict>
          <v:shape id="文本框 38" o:spid="_x0000_s1056" o:spt="202" type="#_x0000_t202" style="position:absolute;left:0pt;margin-left:133.05pt;margin-top:13.45pt;height:39.2pt;width:200.3pt;z-index:-251651072;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（社区综合管理办公室）</w:t>
                  </w:r>
                </w:p>
              </w:txbxContent>
            </v:textbox>
          </v:shape>
        </w:pict>
      </w:r>
      <w:r>
        <w:rPr>
          <w:rFonts w:hint="eastAsia"/>
        </w:rPr>
        <w:t xml:space="preserve">         </w:t>
      </w:r>
    </w:p>
    <w:p>
      <w:pPr>
        <w:rPr>
          <w:rFonts w:hint="eastAsia"/>
        </w:rPr>
      </w:pPr>
    </w:p>
    <w:p>
      <w:pPr>
        <w:rPr>
          <w:rFonts w:hint="eastAsia"/>
        </w:rPr>
      </w:pPr>
    </w:p>
    <w:p>
      <w:pPr>
        <w:rPr>
          <w:rFonts w:hint="eastAsia"/>
        </w:rPr>
      </w:pPr>
      <w:r>
        <w:rPr>
          <w:rFonts w:hint="eastAsia"/>
          <w:lang w:val="zh-CN" w:eastAsia="zh-CN"/>
        </w:rPr>
        <w:pict>
          <v:line id="_x0000_s1057" o:spid="_x0000_s1057" o:spt="20" style="position:absolute;left:0pt;margin-left:239.3pt;margin-top:8.25pt;height:76.2pt;width:0.25pt;z-index:-251645952;mso-width-relative:page;mso-height-relative:page;" filled="f" stroked="t" coordsize="21600,21600">
            <v:path arrowok="t"/>
            <v:fill on="f" focussize="0,0"/>
            <v:stroke weight="1.25pt" endarrow="block"/>
            <v:imagedata o:title=""/>
            <o:lock v:ext="edit" aspectratio="f"/>
          </v:line>
        </w:pict>
      </w:r>
    </w:p>
    <w:p>
      <w:pPr>
        <w:rPr>
          <w:rFonts w:hint="eastAsia"/>
        </w:rPr>
      </w:pPr>
    </w:p>
    <w:p>
      <w:pPr>
        <w:rPr>
          <w:rFonts w:hint="eastAsia"/>
        </w:rPr>
      </w:pPr>
    </w:p>
    <w:p>
      <w:pPr>
        <w:rPr>
          <w:rFonts w:hint="eastAsia"/>
        </w:rPr>
      </w:pPr>
    </w:p>
    <w:p>
      <w:pPr>
        <w:rPr>
          <w:rFonts w:hint="eastAsia"/>
        </w:rPr>
      </w:pPr>
    </w:p>
    <w:p>
      <w:pPr>
        <w:rPr>
          <w:rFonts w:hint="eastAsia"/>
        </w:rPr>
      </w:pPr>
      <w:r>
        <w:pict>
          <v:shape id="_x0000_s1058" o:spid="_x0000_s1058" o:spt="202" type="#_x0000_t202" style="position:absolute;left:0pt;margin-left:135pt;margin-top:7.4pt;height:39.2pt;width:200.3pt;z-index:-251648000;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（社区综合管理办公室）</w:t>
                  </w:r>
                </w:p>
              </w:txbxContent>
            </v:textbox>
          </v:shape>
        </w:pict>
      </w:r>
    </w:p>
    <w:p>
      <w:pPr>
        <w:rPr>
          <w:rFonts w:hint="eastAsia"/>
        </w:rPr>
      </w:pPr>
    </w:p>
    <w:p>
      <w:pPr>
        <w:rPr>
          <w:rFonts w:hint="eastAsia"/>
        </w:rPr>
      </w:pPr>
      <w:r>
        <w:rPr>
          <w:color w:val="000000"/>
        </w:rPr>
        <w:pict>
          <v:shape id="_x0000_s1059" o:spid="_x0000_s1059" o:spt="61" type="#_x0000_t61" style="position:absolute;left:0pt;margin-left:-53.1pt;margin-top:43.05pt;height:126pt;width:187.2pt;rotation:17694720f;z-index:-251641856;mso-width-relative:page;mso-height-relative:page;" fillcolor="#9CBEE0" filled="f" stroked="t" coordsize="21600,21600" adj="12063,27205">
            <v:path/>
            <v:fill on="f" color2="#BBD5F0" focussize="0,0"/>
            <v:stroke weight="1.25pt"/>
            <v:imagedata o:title=""/>
            <o:lock v:ext="edit" grouping="f" rotation="f" text="f"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w:r>
      <w:r>
        <w:rPr>
          <w:rFonts w:hint="eastAsia"/>
          <w:lang w:val="zh-CN" w:eastAsia="zh-CN"/>
        </w:rPr>
        <w:pict>
          <v:shape id="_x0000_s1060" o:spid="_x0000_s1060" o:spt="61" type="#_x0000_t61" style="position:absolute;left:0pt;margin-left:384.45pt;margin-top:10.1pt;height:118.55pt;width:129.75pt;rotation:5898240f;z-index:-251644928;mso-width-relative:page;mso-height-relative:page;" filled="f" stroked="t" coordsize="21600,21600" adj="-783,31043">
            <v:path/>
            <v:fill on="f" focussize="0,0"/>
            <v:stroke weight="1.25pt"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w:r>
    </w:p>
    <w:p>
      <w:pPr>
        <w:rPr>
          <w:rFonts w:hint="eastAsia"/>
        </w:rPr>
      </w:pPr>
      <w:r>
        <w:rPr>
          <w:color w:val="000000"/>
        </w:rPr>
        <w:pict>
          <v:line id="_x0000_s1061" o:spid="_x0000_s1061" o:spt="20" style="position:absolute;left:0pt;margin-left:238.5pt;margin-top:0.9pt;height:58pt;width:0.3pt;z-index:-251639808;mso-width-relative:page;mso-height-relative:page;" filled="f" stroked="t" coordsize="21600,21600">
            <v:path arrowok="t"/>
            <v:fill on="f" focussize="0,0"/>
            <v:stroke weight="1.25pt" endarrow="block"/>
            <v:imagedata o:title=""/>
            <o:lock v:ext="edit" grouping="f" rotation="f" text="f" aspectratio="f"/>
          </v:line>
        </w:pict>
      </w:r>
    </w:p>
    <w:p>
      <w:pPr>
        <w:rPr>
          <w:rFonts w:hint="eastAsia"/>
        </w:rPr>
      </w:pPr>
    </w:p>
    <w:p>
      <w:pPr>
        <w:rPr>
          <w:rFonts w:hint="eastAsia"/>
        </w:rPr>
      </w:pPr>
    </w:p>
    <w:p>
      <w:pPr>
        <w:rPr>
          <w:rFonts w:hint="eastAsia"/>
          <w:color w:val="000000"/>
        </w:rPr>
      </w:pPr>
      <w:r>
        <w:rPr>
          <w:color w:val="000000"/>
        </w:rPr>
        <w:pict>
          <v:shape id="_x0000_s1062" o:spid="_x0000_s1062" o:spt="202" type="#_x0000_t202" style="position:absolute;left:0pt;margin-left:138.3pt;margin-top:11.9pt;height:39.2pt;width:200.3pt;z-index:-251643904;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（社区综合管理办公室）</w:t>
                  </w:r>
                </w:p>
              </w:txbxContent>
            </v:textbox>
          </v:shape>
        </w:pict>
      </w:r>
    </w:p>
    <w:p>
      <w:pPr>
        <w:rPr>
          <w:rFonts w:hint="eastAsia"/>
          <w:color w:val="000000"/>
        </w:rPr>
      </w:pPr>
    </w:p>
    <w:p>
      <w:pPr>
        <w:rPr>
          <w:rFonts w:hint="eastAsia"/>
          <w:color w:val="000000"/>
        </w:rPr>
      </w:pPr>
      <w:r>
        <w:rPr>
          <w:color w:val="000000"/>
        </w:rPr>
        <w:pict>
          <v:shape id="_x0000_s1063" o:spid="_x0000_s1063" o:spt="61" type="#_x0000_t61" style="position:absolute;left:0pt;margin-left:658.1pt;margin-top:4.9pt;height:101.5pt;width:114.3pt;rotation:5898240f;z-index:-251640832;mso-width-relative:page;mso-height-relative:page;" fillcolor="#9CBEE0" filled="f" stroked="t" coordsize="21600,21600" adj="18255,30463">
            <v:path/>
            <v:fill on="f" color2="#BBD5F0" focussize="0,0"/>
            <v:stroke weight="1.25pt"/>
            <v:imagedata o:title=""/>
            <o:lock v:ext="edit" grouping="f" rotation="f" text="f"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w:r>
    </w:p>
    <w:p>
      <w:pPr>
        <w:rPr>
          <w:rFonts w:hint="eastAsia"/>
          <w:color w:val="000000"/>
        </w:rPr>
      </w:pPr>
      <w:r>
        <w:pict>
          <v:line id="_x0000_s1064" o:spid="_x0000_s1064" o:spt="20" style="position:absolute;left:0pt;margin-left:239.25pt;margin-top:7.8pt;height:51pt;width:0.25pt;z-index:-251646976;mso-width-relative:page;mso-height-relative:page;" filled="f" stroked="t" coordsize="21600,21600">
            <v:path arrowok="t"/>
            <v:fill on="f" focussize="0,0"/>
            <v:stroke weight="1.25pt" endarrow="block"/>
            <v:imagedata o:title=""/>
            <o:lock v:ext="edit" grouping="f" rotation="f" text="f" aspectratio="f"/>
          </v:line>
        </w:pict>
      </w:r>
    </w:p>
    <w:p>
      <w:pPr>
        <w:rPr>
          <w:rFonts w:hint="eastAsia"/>
          <w:color w:val="000000"/>
        </w:rPr>
      </w:pPr>
    </w:p>
    <w:p>
      <w:pPr>
        <w:rPr>
          <w:rFonts w:hint="eastAsia"/>
          <w:color w:val="000000"/>
        </w:rPr>
      </w:pPr>
    </w:p>
    <w:p>
      <w:pPr>
        <w:rPr>
          <w:rFonts w:hint="eastAsia"/>
        </w:rPr>
      </w:pPr>
      <w:bookmarkStart w:id="0" w:name="_GoBack"/>
      <w:bookmarkEnd w:id="0"/>
      <w:r>
        <w:pict>
          <v:shape id="_x0000_s1065" o:spid="_x0000_s1065" o:spt="116" type="#_x0000_t116" style="position:absolute;left:0pt;margin-left:157.3pt;margin-top:13.8pt;height:50.55pt;width:168.75pt;z-index:-251580416;mso-width-relative:page;mso-height-relative:page;" fillcolor="#9CBEE0" filled="f" stroked="t" coordsize="21600,21600">
            <v:path/>
            <v:fill on="f" color2="#BBD5F0" focussize="0,0"/>
            <v:stroke weight="1.25pt"/>
            <v:imagedata o:title=""/>
            <o:lock v:ext="edit" grouping="f" rotation="f" text="f"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（社区综合管理办公室）</w:t>
                  </w:r>
                </w:p>
              </w:txbxContent>
            </v:textbox>
          </v:shape>
        </w:pict>
      </w:r>
      <w:r>
        <w:rPr>
          <w:color w:val="000000"/>
        </w:rPr>
        <w:pict>
          <v:line id="_x0000_s1066" o:spid="_x0000_s1066" o:spt="20" style="position:absolute;left:0pt;margin-left:666pt;margin-top:0pt;height:39.8pt;width:0.25pt;z-index:-251638784;mso-width-relative:page;mso-height-relative:page;" filled="f" stroked="t" coordsize="21600,21600">
            <v:path arrowok="t"/>
            <v:fill on="f" focussize="0,0"/>
            <v:stroke weight="1.25pt" endarrow="block"/>
            <v:imagedata o:title=""/>
            <o:lock v:ext="edit" grouping="f" rotation="f" text="f" aspectratio="f"/>
          </v:line>
        </w:pict>
      </w:r>
      <w:r>
        <w:rPr>
          <w:color w:val="000000"/>
        </w:rPr>
        <w:pict>
          <v:shape id="_x0000_s1067" o:spid="_x0000_s1067" o:spt="61" type="#_x0000_t61" style="position:absolute;left:0pt;margin-left:625.8pt;margin-top:27pt;height:99pt;width:140.4pt;rotation:5898240f;z-index:-251637760;mso-width-relative:page;mso-height-relative:page;" fillcolor="#9CBEE0" filled="f" stroked="t" coordsize="21600,21600" adj="10252,32127">
            <v:path/>
            <v:fill on="f" color2="#BBD5F0" focussize="0,0"/>
            <v:stroke weight="1.25pt"/>
            <v:imagedata o:title=""/>
            <o:lock v:ext="edit" grouping="f" rotation="f" text="f"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w:r>
      <w:r>
        <w:rPr>
          <w:color w:val="000000"/>
        </w:rPr>
        <w:pict>
          <v:shape id="_x0000_s1068" o:spid="_x0000_s1068" o:spt="202" type="#_x0000_t202" style="position:absolute;left:0pt;margin-left:576pt;margin-top:7.8pt;height:53.9pt;width:201.8pt;z-index:-251642880;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w:r>
    </w:p>
    <w:p>
      <w:pPr>
        <w:rPr>
          <w:rFonts w:hint="eastAsia"/>
        </w:rPr>
      </w:pPr>
      <w:r>
        <w:rPr>
          <w:rFonts w:hint="eastAsia"/>
        </w:rPr>
        <w:t xml:space="preserve">       </w:t>
      </w:r>
    </w:p>
    <w:p>
      <w:pPr>
        <w:rPr>
          <w:rFonts w:hint="eastAsia"/>
        </w:rPr>
      </w:pPr>
    </w:p>
    <w:p>
      <w:pPr>
        <w:rPr>
          <w:rFonts w:hint="eastAsia"/>
          <w:color w:val="000000"/>
        </w:rPr>
      </w:pPr>
    </w:p>
    <w:p>
      <w:pPr>
        <w:rPr>
          <w:rFonts w:hint="eastAsia" w:eastAsia="宋体"/>
          <w:lang w:val="en-US" w:eastAsia="zh-CN"/>
        </w:rPr>
      </w:pPr>
      <w:r>
        <w:rPr>
          <w:rFonts w:hint="eastAsia" w:eastAsia="方正大标宋简体"/>
          <w:sz w:val="44"/>
          <w:lang w:val="zh-CN" w:eastAsia="zh-CN"/>
        </w:rPr>
        <w:pict>
          <v:rect id="_x0000_s1069" o:spid="_x0000_s1069" o:spt="1" style="position:absolute;left:0pt;margin-left:846pt;margin-top:444.6pt;height:101.4pt;width:153pt;z-index:251709440;mso-width-relative:page;mso-height-relative:page;" coordsize="21600,21600">
            <v:path/>
            <v:fill focussize="0,0"/>
            <v:stroke/>
            <v:imagedata o:title=""/>
            <o:lock v:ext="edit" grouping="f" rotation="f" text="f" aspectratio="f"/>
            <v:textbox inset="7.74464566929134pt,3.87236220472441pt,7.74464566929134pt,3.87236220472441pt">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v:textbox>
          </v:rect>
        </w:pict>
      </w:r>
      <w:r>
        <w:rPr>
          <w:rFonts w:hint="eastAsia" w:eastAsia="方正大标宋简体"/>
          <w:sz w:val="44"/>
          <w:lang w:val="zh-CN" w:eastAsia="zh-CN"/>
        </w:rPr>
        <w:pict>
          <v:line id="_x0000_s1070" o:spid="_x0000_s1070" o:spt="20" style="position:absolute;left:0pt;margin-left:846pt;margin-top:436.8pt;height:0pt;width:27pt;z-index:251718656;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071" o:spid="_x0000_s1071" o:spt="202" type="#_x0000_t202" style="position:absolute;left:0pt;margin-left:810pt;margin-top:421.2pt;height:70.2pt;width:108pt;z-index:-251632640;mso-width-relative:page;mso-height-relative:page;" stroked="t" coordsize="21600,21600">
            <v:path/>
            <v:fill focussize="0,0"/>
            <v:stroke weight="1.25pt"/>
            <v:imagedata o:title=""/>
            <o:lock v:ext="edit" grouping="f" rotation="f" text="f" aspectratio="f"/>
            <v:textbox inset="7.19992125984252pt,3.59992125984252pt,7.19992125984252pt,3.59992125984252pt">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v:textbox>
          </v:shape>
        </w:pict>
      </w:r>
      <w:r>
        <w:rPr>
          <w:rFonts w:hint="eastAsia" w:eastAsia="方正大标宋简体"/>
          <w:sz w:val="44"/>
          <w:lang w:val="zh-CN" w:eastAsia="zh-CN"/>
        </w:rPr>
        <w:pict>
          <v:line id="_x0000_s1072" o:spid="_x0000_s1072" o:spt="20" style="position:absolute;left:0pt;margin-left:873pt;margin-top:390pt;height:97.6pt;width:0.05pt;z-index:251724800;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73" o:spid="_x0000_s1073" o:spt="20" style="position:absolute;left:0pt;margin-left:792pt;margin-top:390pt;height:0pt;width:45pt;z-index:251725824;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74" o:spid="_x0000_s1074" o:spt="20" style="position:absolute;left:0pt;margin-left:918pt;margin-top:452.4pt;height:0pt;width:27pt;z-index:251717632;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75" o:spid="_x0000_s1075" o:spt="20" style="position:absolute;left:0pt;margin-left:846pt;margin-top:444.6pt;height:19.6pt;width:0.05pt;z-index:251720704;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076" o:spid="_x0000_s1076" o:spt="202" type="#_x0000_t202" style="position:absolute;left:0pt;margin-left:828pt;margin-top:436.8pt;height:70.2pt;width:99pt;z-index:-251633664;mso-width-relative:page;mso-height-relative:page;" stroked="t" coordsize="21600,21600">
            <v:path/>
            <v:fill focussize="0,0"/>
            <v:stroke weight="1.25pt"/>
            <v:imagedata o:title=""/>
            <o:lock v:ext="edit" grouping="f" rotation="f" text="f" aspectratio="f"/>
            <v:textbox inset="7.19992125984252pt,3.59992125984252pt,7.19992125984252pt,3.59992125984252pt">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v:textbox>
          </v:shape>
        </w:pict>
      </w:r>
      <w:r>
        <w:rPr>
          <w:rFonts w:hint="eastAsia" w:eastAsia="方正大标宋简体"/>
          <w:sz w:val="44"/>
          <w:lang w:val="zh-CN" w:eastAsia="zh-CN"/>
        </w:rPr>
        <w:pict>
          <v:rect id="_x0000_s1077" o:spid="_x0000_s1077" o:spt="1" style="position:absolute;left:0pt;margin-left:819pt;margin-top:429pt;height:70.2pt;width:81pt;z-index:251708416;mso-width-relative:page;mso-height-relative:page;" coordsize="21600,21600">
            <v:path/>
            <v:fill focussize="0,0"/>
            <v:stroke/>
            <v:imagedata o:title=""/>
            <o:lock v:ext="edit" grouping="f" rotation="f" text="f" aspectratio="f"/>
            <v:textbox inset="7.74464566929134pt,3.87236220472441pt,7.74464566929134pt,3.87236220472441pt">
              <w:txbxContent>
                <w:p>
                  <w:pPr>
                    <w:rPr>
                      <w:szCs w:val="18"/>
                    </w:rPr>
                  </w:pPr>
                  <w:r>
                    <w:rPr>
                      <w:rFonts w:hint="eastAsia"/>
                      <w:sz w:val="18"/>
                      <w:szCs w:val="18"/>
                    </w:rPr>
                    <w:t>重大行政处罚，告知关系人享有要求听证的权利。</w:t>
                  </w:r>
                </w:p>
              </w:txbxContent>
            </v:textbox>
          </v:rect>
        </w:pict>
      </w:r>
      <w:r>
        <w:rPr>
          <w:rFonts w:hint="eastAsia" w:eastAsia="方正大标宋简体"/>
          <w:sz w:val="44"/>
          <w:lang w:val="zh-CN" w:eastAsia="zh-CN"/>
        </w:rPr>
        <w:pict>
          <v:shape id="_x0000_s1078" o:spid="_x0000_s1078" o:spt="202" type="#_x0000_t202" style="position:absolute;left:0pt;margin-left:837pt;margin-top:382.2pt;height:23.4pt;width:63pt;z-index:-251628544;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rPr>
                      <w:rFonts w:hint="eastAsia"/>
                      <w:color w:val="000000"/>
                      <w:sz w:val="18"/>
                      <w:szCs w:val="18"/>
                    </w:rPr>
                  </w:pPr>
                  <w:r>
                    <w:rPr>
                      <w:rFonts w:hint="eastAsia"/>
                      <w:sz w:val="18"/>
                      <w:szCs w:val="18"/>
                    </w:rPr>
                    <w:t>无听证程序</w:t>
                  </w:r>
                </w:p>
              </w:txbxContent>
            </v:textbox>
          </v:shape>
        </w:pict>
      </w:r>
      <w:r>
        <w:rPr>
          <w:rFonts w:hint="eastAsia" w:eastAsia="方正大标宋简体"/>
          <w:sz w:val="44"/>
          <w:lang w:val="zh-CN" w:eastAsia="zh-CN"/>
        </w:rPr>
        <w:pict>
          <v:rect id="_x0000_s1079" o:spid="_x0000_s1079" o:spt="1" style="position:absolute;left:0pt;margin-left:882pt;margin-top:366.6pt;height:28.45pt;width:133.2pt;z-index:251707392;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v:textbox>
          </v:rect>
        </w:pict>
      </w:r>
      <w:r>
        <w:rPr>
          <w:rFonts w:hint="eastAsia" w:eastAsia="方正大标宋简体"/>
          <w:sz w:val="44"/>
          <w:lang w:val="zh-CN" w:eastAsia="zh-CN"/>
        </w:rPr>
        <w:pict>
          <v:line id="_x0000_s1080" o:spid="_x0000_s1080" o:spt="20" style="position:absolute;left:0pt;margin-left:918pt;margin-top:390pt;height:19.6pt;width:0.05pt;z-index:251716608;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81" o:spid="_x0000_s1081" o:spt="20" style="position:absolute;left:0pt;flip:x;margin-left:855pt;margin-top:374.4pt;height:7.8pt;width:27pt;z-index:251719680;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082" o:spid="_x0000_s1082" o:spt="20" style="position:absolute;left:0pt;margin-left:882pt;margin-top:327.6pt;height:19.6pt;width:0.05pt;z-index:251715584;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rect id="_x0000_s1083" o:spid="_x0000_s1083" o:spt="1" style="position:absolute;left:0pt;margin-left:909pt;margin-top:319.8pt;height:56.7pt;width:85.65pt;z-index:251704320;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v:textbox>
          </v:rect>
        </w:pict>
      </w:r>
      <w:r>
        <w:rPr>
          <w:rFonts w:hint="eastAsia" w:eastAsia="方正大标宋简体"/>
          <w:sz w:val="44"/>
          <w:lang w:val="zh-CN" w:eastAsia="zh-CN"/>
        </w:rPr>
        <w:pict>
          <v:rect id="_x0000_s1084" o:spid="_x0000_s1084" o:spt="1" style="position:absolute;left:0pt;margin-left:882pt;margin-top:273pt;height:56.7pt;width:85.6pt;z-index:251705344;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v:textbox>
          </v:rect>
        </w:pict>
      </w:r>
      <w:r>
        <w:rPr>
          <w:rFonts w:hint="eastAsia" w:eastAsia="方正大标宋简体"/>
          <w:sz w:val="44"/>
          <w:lang w:val="zh-CN" w:eastAsia="zh-CN"/>
        </w:rPr>
        <w:pict>
          <v:line id="_x0000_s1085" o:spid="_x0000_s1085" o:spt="20" style="position:absolute;left:0pt;margin-left:855pt;margin-top:288.6pt;height:27.4pt;width:0.05pt;z-index:251713536;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rect id="_x0000_s1086" o:spid="_x0000_s1086" o:spt="1" style="position:absolute;left:0pt;margin-left:810pt;margin-top:288.6pt;height:56.7pt;width:104.65pt;z-index:251706368;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270" w:firstLineChars="150"/>
                    <w:rPr>
                      <w:rFonts w:ascii="仿宋_GB2312"/>
                      <w:sz w:val="18"/>
                      <w:szCs w:val="18"/>
                    </w:rPr>
                  </w:pPr>
                </w:p>
              </w:txbxContent>
            </v:textbox>
          </v:rect>
        </w:pict>
      </w:r>
      <w:r>
        <w:rPr>
          <w:rFonts w:hint="eastAsia" w:eastAsia="方正大标宋简体"/>
          <w:sz w:val="44"/>
          <w:lang w:val="zh-CN" w:eastAsia="zh-CN"/>
        </w:rPr>
        <w:pict>
          <v:line id="_x0000_s1087" o:spid="_x0000_s1087" o:spt="20" style="position:absolute;left:0pt;margin-left:801pt;margin-top:280.8pt;height:0.05pt;width:218.75pt;z-index:251712512;mso-width-relative:page;mso-height-relative:page;" filled="f" coordsize="21600,21600">
            <v:path arrowok="t"/>
            <v:fill on="f" focussize="0,0"/>
            <v:stroke/>
            <v:imagedata o:title=""/>
            <o:lock v:ext="edit" grouping="f" rotation="f" text="f" aspectratio="f"/>
          </v:line>
        </w:pict>
      </w:r>
      <w:r>
        <w:rPr>
          <w:rFonts w:hint="eastAsia" w:eastAsia="方正大标宋简体"/>
          <w:sz w:val="44"/>
          <w:lang w:val="zh-CN" w:eastAsia="zh-CN"/>
        </w:rPr>
        <w:pict>
          <v:line id="_x0000_s1088" o:spid="_x0000_s1088" o:spt="20" style="position:absolute;left:0pt;margin-left:864pt;margin-top:171.6pt;height:13.25pt;width:0.05pt;z-index:251711488;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089" o:spid="_x0000_s1089" o:spt="202" type="#_x0000_t202" style="position:absolute;left:0pt;margin-left:810pt;margin-top:163.8pt;height:54.6pt;width:90pt;z-index:-251635712;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v:textbox>
          </v:shape>
        </w:pict>
      </w:r>
      <w:r>
        <w:rPr>
          <w:rFonts w:hint="eastAsia" w:eastAsia="方正大标宋简体"/>
          <w:sz w:val="44"/>
          <w:lang w:val="zh-CN" w:eastAsia="zh-CN"/>
        </w:rPr>
        <w:pict>
          <v:shape id="_x0000_s1090" o:spid="_x0000_s1090" o:spt="61" type="#_x0000_t61" style="position:absolute;left:0pt;margin-left:845.2pt;margin-top:121.4pt;height:113pt;width:93.6pt;rotation:5898240f;z-index:-251634688;mso-width-relative:page;mso-height-relative:page;" fillcolor="#9CBEE0" filled="f" stroked="t" coordsize="21600,21600" adj="8949,24543">
            <v:path/>
            <v:fill on="f" color2="#BBD5F0" focussize="0,0"/>
            <v:stroke weight="1.25pt"/>
            <v:imagedata o:title=""/>
            <o:lock v:ext="edit" grouping="f" rotation="f" text="f"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v:textbox>
          </v:shape>
        </w:pict>
      </w:r>
      <w:r>
        <w:rPr>
          <w:rFonts w:hint="eastAsia" w:eastAsia="方正大标宋简体"/>
          <w:sz w:val="44"/>
          <w:lang w:val="zh-CN" w:eastAsia="zh-CN"/>
        </w:rPr>
        <w:pict>
          <v:shape id="_x0000_s1091" o:spid="_x0000_s1091" o:spt="61" type="#_x0000_t61" style="position:absolute;left:0pt;margin-left:786.6pt;margin-top:128.4pt;height:99pt;width:124.8pt;rotation:17694720f;z-index:-251636736;mso-width-relative:page;mso-height-relative:page;" fillcolor="#9CBEE0" filled="f" stroked="t" coordsize="21600,21600" adj="12712,31690">
            <v:path/>
            <v:fill on="f" color2="#BBD5F0" focussize="0,0"/>
            <v:stroke weight="1.25pt"/>
            <v:imagedata o:title=""/>
            <o:lock v:ext="edit" grouping="f" rotation="f" text="f" aspectratio="f"/>
            <v:textbox inset="7.19992125984252pt,3.59992125984252pt,7.19992125984252pt,3.59992125984252pt">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v:textbox>
          </v:shape>
        </w:pict>
      </w:r>
      <w:r>
        <w:rPr>
          <w:rFonts w:hint="eastAsia" w:eastAsia="方正大标宋简体"/>
          <w:sz w:val="44"/>
          <w:lang w:val="zh-CN" w:eastAsia="zh-CN"/>
        </w:rPr>
        <w:pict>
          <v:line id="_x0000_s1092" o:spid="_x0000_s1092" o:spt="20" style="position:absolute;left:0pt;margin-left:891pt;margin-top:85.8pt;height:13.25pt;width:0.05pt;z-index:251710464;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rect id="_x0000_s1093" o:spid="_x0000_s1093" o:spt="1" style="position:absolute;left:0pt;margin-left:828pt;margin-top:109.2pt;height:46.8pt;width:144pt;z-index:251703296;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v:textbox>
          </v:rect>
        </w:pict>
      </w:r>
      <w:r>
        <w:rPr>
          <w:rFonts w:hint="eastAsia" w:eastAsia="方正大标宋简体"/>
          <w:sz w:val="44"/>
          <w:lang w:val="zh-CN" w:eastAsia="zh-CN"/>
        </w:rPr>
        <w:pict>
          <v:rect id="_x0000_s1094" o:spid="_x0000_s1094" o:spt="1" style="position:absolute;left:0pt;margin-left:819pt;margin-top:54.6pt;height:31.2pt;width:126pt;z-index:251702272;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v:textbox>
          </v:rect>
        </w:pict>
      </w:r>
      <w:r>
        <w:rPr>
          <w:rFonts w:hint="eastAsia" w:eastAsia="方正大标宋简体"/>
          <w:sz w:val="44"/>
          <w:lang w:val="zh-CN" w:eastAsia="zh-CN"/>
        </w:rPr>
        <w:pict>
          <v:shape id="_x0000_s1095" o:spid="_x0000_s1095" o:spt="61" type="#_x0000_t61" style="position:absolute;left:0pt;margin-left:641.8pt;margin-top:540.2pt;height:92.6pt;width:156pt;rotation:5898240f;z-index:-251627520;mso-width-relative:page;mso-height-relative:page;" fillcolor="#9CBEE0" filled="f" stroked="t" coordsize="21600,21600" adj="12586,-6753">
            <v:path/>
            <v:fill on="f" color2="#BBD5F0" focussize="0,0"/>
            <v:stroke weight="1.25pt"/>
            <v:imagedata o:title=""/>
            <o:lock v:ext="edit" grouping="f" rotation="f" text="f"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v:textbox>
          </v:shape>
        </w:pict>
      </w:r>
      <w:r>
        <w:rPr>
          <w:rFonts w:hint="eastAsia" w:eastAsia="方正大标宋简体"/>
          <w:sz w:val="44"/>
          <w:lang w:val="zh-CN" w:eastAsia="zh-CN"/>
        </w:rPr>
        <w:pict>
          <v:shape id="_x0000_s1096" o:spid="_x0000_s1096" o:spt="202" type="#_x0000_t202" style="position:absolute;left:0pt;margin-left:567pt;margin-top:595.8pt;height:39pt;width:117pt;z-index:-251629568;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v:textbox>
          </v:shape>
        </w:pict>
      </w:r>
      <w:r>
        <w:rPr>
          <w:rFonts w:hint="eastAsia" w:eastAsia="方正大标宋简体"/>
          <w:sz w:val="44"/>
          <w:lang w:val="zh-CN" w:eastAsia="zh-CN"/>
        </w:rPr>
        <w:pict>
          <v:line id="_x0000_s1097" o:spid="_x0000_s1097" o:spt="20" style="position:absolute;left:0pt;margin-left:693pt;margin-top:533.4pt;height:19.6pt;width:0.05pt;z-index:251723776;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098" o:spid="_x0000_s1098" o:spt="202" type="#_x0000_t202" style="position:absolute;left:0pt;margin-left:684pt;margin-top:556.8pt;height:39pt;width:117pt;z-index:-251630592;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v:textbox>
          </v:shape>
        </w:pict>
      </w:r>
      <w:r>
        <w:rPr>
          <w:rFonts w:hint="eastAsia" w:eastAsia="方正大标宋简体"/>
          <w:sz w:val="44"/>
          <w:lang w:val="zh-CN" w:eastAsia="zh-CN"/>
        </w:rPr>
        <w:pict>
          <v:line id="_x0000_s1099" o:spid="_x0000_s1099" o:spt="20" style="position:absolute;left:0pt;margin-left:639pt;margin-top:556.8pt;height:19.6pt;width:0.05pt;z-index:251722752;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shape id="_x0000_s1100" o:spid="_x0000_s1100" o:spt="202" type="#_x0000_t202" style="position:absolute;left:0pt;margin-left:594pt;margin-top:533.4pt;height:54.6pt;width:117pt;z-index:-251631616;mso-width-relative:page;mso-height-relative:page;" coordsize="21600,21600">
            <v:path/>
            <v:fill focussize="0,0"/>
            <v:stroke weight="1.25pt"/>
            <v:imagedata o:title=""/>
            <o:lock v:ext="edit" grouping="f" rotation="f" text="f"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v:textbox>
          </v:shape>
        </w:pict>
      </w:r>
      <w:r>
        <w:rPr>
          <w:rFonts w:hint="eastAsia" w:eastAsia="方正大标宋简体"/>
          <w:sz w:val="44"/>
          <w:lang w:val="zh-CN" w:eastAsia="zh-CN"/>
        </w:rPr>
        <w:pict>
          <v:line id="_x0000_s1101" o:spid="_x0000_s1101" o:spt="20" style="position:absolute;left:0pt;flip:x;margin-left:657pt;margin-top:525.6pt;height:0pt;width:27pt;z-index:251721728;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line id="_x0000_s1102" o:spid="_x0000_s1102" o:spt="20" style="position:absolute;left:0pt;margin-left:783pt;margin-top:291.6pt;height:19.6pt;width:0.05pt;z-index:251714560;mso-width-relative:page;mso-height-relative:page;" filled="f" coordsize="21600,21600">
            <v:path arrowok="t"/>
            <v:fill on="f" focussize="0,0"/>
            <v:stroke endarrow="block"/>
            <v:imagedata o:title=""/>
            <o:lock v:ext="edit" grouping="f" rotation="f" text="f" aspectratio="f"/>
          </v:line>
        </w:pict>
      </w:r>
      <w:r>
        <w:rPr>
          <w:rFonts w:hint="eastAsia" w:eastAsia="方正大标宋简体"/>
          <w:sz w:val="44"/>
          <w:lang w:val="zh-CN" w:eastAsia="zh-CN"/>
        </w:rPr>
        <w:pict>
          <v:rect id="_x0000_s1103" o:spid="_x0000_s1103" o:spt="1" style="position:absolute;left:0pt;margin-left:-243pt;margin-top:455.4pt;height:54.6pt;width:95.15pt;z-index:251696128;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v:textbox>
          </v:rect>
        </w:pict>
      </w:r>
      <w:r>
        <w:rPr>
          <w:rFonts w:hint="eastAsia" w:eastAsia="方正大标宋简体"/>
          <w:sz w:val="44"/>
          <w:lang w:val="zh-CN" w:eastAsia="zh-CN"/>
        </w:rPr>
        <w:pict>
          <v:line id="_x0000_s1104" o:spid="_x0000_s1104" o:spt="20" style="position:absolute;left:0pt;margin-left:-225pt;margin-top:439.8pt;height:18.9pt;width:0.05pt;z-index:251701248;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rect id="_x0000_s1105" o:spid="_x0000_s1105" o:spt="1" style="position:absolute;left:0pt;margin-left:-279pt;margin-top:432pt;height:18.9pt;width:95.15pt;z-index:251695104;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依法执行</w:t>
                  </w:r>
                </w:p>
              </w:txbxContent>
            </v:textbox>
          </v:rect>
        </w:pict>
      </w:r>
      <w:r>
        <w:rPr>
          <w:rFonts w:hint="eastAsia" w:eastAsia="方正大标宋简体"/>
          <w:sz w:val="44"/>
          <w:lang w:val="zh-CN" w:eastAsia="zh-CN"/>
        </w:rPr>
        <w:pict>
          <v:line id="_x0000_s1106" o:spid="_x0000_s1106" o:spt="20" style="position:absolute;left:0pt;margin-left:-207pt;margin-top:408.6pt;height:18.9pt;width:0.05pt;z-index:251700224;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rect id="_x0000_s1107" o:spid="_x0000_s1107" o:spt="1" style="position:absolute;left:0pt;margin-left:-279pt;margin-top:408.6pt;height:19.7pt;width:95.15pt;z-index:251694080;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当场送达</w:t>
                  </w:r>
                </w:p>
              </w:txbxContent>
            </v:textbox>
          </v:rect>
        </w:pict>
      </w:r>
      <w:r>
        <w:rPr>
          <w:rFonts w:hint="eastAsia" w:eastAsia="方正大标宋简体"/>
          <w:sz w:val="44"/>
          <w:lang w:val="zh-CN" w:eastAsia="zh-CN"/>
        </w:rPr>
        <w:pict>
          <v:line id="_x0000_s1108" o:spid="_x0000_s1108" o:spt="20" style="position:absolute;left:0pt;margin-left:-216pt;margin-top:377.4pt;height:18.9pt;width:0.05pt;z-index:251699200;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rect id="_x0000_s1109" o:spid="_x0000_s1109" o:spt="1" style="position:absolute;left:0pt;margin-left:-225pt;margin-top:268.2pt;height:109.2pt;width:99pt;z-index:251693056;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v:textbox>
          </v:rect>
        </w:pict>
      </w:r>
      <w:r>
        <w:rPr>
          <w:rFonts w:hint="eastAsia" w:eastAsia="方正大标宋简体"/>
          <w:sz w:val="44"/>
          <w:lang w:val="zh-CN" w:eastAsia="zh-CN"/>
        </w:rPr>
        <w:pict>
          <v:line id="_x0000_s1110" o:spid="_x0000_s1110" o:spt="20" style="position:absolute;left:0pt;margin-left:-171pt;margin-top:229.2pt;height:18.9pt;width:0.05pt;z-index:251698176;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line id="_x0000_s1111" o:spid="_x0000_s1111" o:spt="20" style="position:absolute;left:0pt;margin-left:-153pt;margin-top:127.8pt;height:18.9pt;width:0.05pt;z-index:251697152;mso-width-relative:page;mso-height-relative:page;" filled="f" coordsize="21600,21600">
            <v:path arrowok="t"/>
            <v:fill on="f" focussize="0,0"/>
            <v:stroke weight="1pt" endarrow="block"/>
            <v:imagedata o:title=""/>
            <o:lock v:ext="edit" grouping="f" rotation="f" text="f" aspectratio="f"/>
          </v:line>
        </w:pict>
      </w:r>
      <w:r>
        <w:rPr>
          <w:rFonts w:hint="eastAsia" w:eastAsia="方正大标宋简体"/>
          <w:sz w:val="44"/>
          <w:lang w:val="zh-CN" w:eastAsia="zh-CN"/>
        </w:rPr>
        <w:pict>
          <v:rect id="_x0000_s1112" o:spid="_x0000_s1112" o:spt="1" style="position:absolute;left:0pt;margin-left:-171pt;margin-top:143.4pt;height:78pt;width:27pt;z-index:251692032;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v:textbox>
          </v:rect>
        </w:pict>
      </w:r>
      <w:r>
        <w:rPr>
          <w:rFonts w:hint="eastAsia" w:eastAsia="方正大标宋简体"/>
          <w:sz w:val="44"/>
          <w:lang w:val="zh-CN" w:eastAsia="zh-CN"/>
        </w:rPr>
        <w:pict>
          <v:rect id="_x0000_s1113" o:spid="_x0000_s1113" o:spt="1" style="position:absolute;left:0pt;margin-left:-189pt;margin-top:73.2pt;height:48.9pt;width:98.45pt;z-index:251691008;mso-width-relative:page;mso-height-relative:page;" coordsize="21600,21600">
            <v:path/>
            <v:fill focussize="0,0"/>
            <v:stroke/>
            <v:imagedata o:title=""/>
            <o:lock v:ext="edit" grouping="f" rotation="f" text="f"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v:textbox>
          </v:rect>
        </w:pict>
      </w:r>
    </w:p>
    <w:p>
      <w:pPr>
        <w:ind w:firstLine="480"/>
        <w:rPr>
          <w:rFonts w:hint="eastAsia" w:eastAsia="宋体"/>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5115A29"/>
    <w:rsid w:val="00033CA8"/>
    <w:rsid w:val="00491DC8"/>
    <w:rsid w:val="005A6D53"/>
    <w:rsid w:val="005C66F5"/>
    <w:rsid w:val="00650799"/>
    <w:rsid w:val="008F6A73"/>
    <w:rsid w:val="00964E59"/>
    <w:rsid w:val="00A012CC"/>
    <w:rsid w:val="00A925A6"/>
    <w:rsid w:val="00F43DD9"/>
    <w:rsid w:val="01CC7805"/>
    <w:rsid w:val="01D75A03"/>
    <w:rsid w:val="04682C02"/>
    <w:rsid w:val="049B6A03"/>
    <w:rsid w:val="04E764A2"/>
    <w:rsid w:val="065206F8"/>
    <w:rsid w:val="0B506D11"/>
    <w:rsid w:val="0F2D3DCA"/>
    <w:rsid w:val="115D7E5C"/>
    <w:rsid w:val="130A53B5"/>
    <w:rsid w:val="14763986"/>
    <w:rsid w:val="15E74728"/>
    <w:rsid w:val="17E517E8"/>
    <w:rsid w:val="187704C5"/>
    <w:rsid w:val="19EF1873"/>
    <w:rsid w:val="1D072C28"/>
    <w:rsid w:val="1D5A7004"/>
    <w:rsid w:val="20F168A0"/>
    <w:rsid w:val="224B545C"/>
    <w:rsid w:val="24E34E68"/>
    <w:rsid w:val="26896038"/>
    <w:rsid w:val="298210AD"/>
    <w:rsid w:val="2A667B1C"/>
    <w:rsid w:val="2AF4125C"/>
    <w:rsid w:val="2ECA4FE4"/>
    <w:rsid w:val="2F9E2C99"/>
    <w:rsid w:val="30EB1A1A"/>
    <w:rsid w:val="328D411F"/>
    <w:rsid w:val="395B402D"/>
    <w:rsid w:val="3B7835E8"/>
    <w:rsid w:val="3E7B3133"/>
    <w:rsid w:val="40EC0549"/>
    <w:rsid w:val="41046BE5"/>
    <w:rsid w:val="49920804"/>
    <w:rsid w:val="4B304C5F"/>
    <w:rsid w:val="4BFC0CB0"/>
    <w:rsid w:val="51FD6228"/>
    <w:rsid w:val="5359557C"/>
    <w:rsid w:val="53610844"/>
    <w:rsid w:val="57117B7D"/>
    <w:rsid w:val="581368ED"/>
    <w:rsid w:val="5A1D345F"/>
    <w:rsid w:val="5F2A0BA4"/>
    <w:rsid w:val="61B60866"/>
    <w:rsid w:val="646C5365"/>
    <w:rsid w:val="64F13C2D"/>
    <w:rsid w:val="66017F0E"/>
    <w:rsid w:val="66396739"/>
    <w:rsid w:val="67806FF9"/>
    <w:rsid w:val="68E765D1"/>
    <w:rsid w:val="6A536CE1"/>
    <w:rsid w:val="6E6715F2"/>
    <w:rsid w:val="6E850E64"/>
    <w:rsid w:val="6F921552"/>
    <w:rsid w:val="75115A29"/>
    <w:rsid w:val="77A87518"/>
    <w:rsid w:val="7AFC7EA8"/>
    <w:rsid w:val="7C4F07D0"/>
    <w:rsid w:val="7CAD707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Footer Char"/>
    <w:basedOn w:val="4"/>
    <w:link w:val="2"/>
    <w:semiHidden/>
    <w:qFormat/>
    <w:locked/>
    <w:uiPriority w:val="99"/>
    <w:rPr>
      <w:rFonts w:cs="Times New Roman"/>
      <w:sz w:val="18"/>
      <w:szCs w:val="18"/>
    </w:rPr>
  </w:style>
  <w:style w:type="character" w:customStyle="1" w:styleId="8">
    <w:name w:val="Header Char"/>
    <w:basedOn w:val="4"/>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1"/>
    <customShpInfo spid="_x0000_s1052"/>
    <customShpInfo spid="_x0000_s1053"/>
    <customShpInfo spid="_x0000_s1054"/>
    <customShpInfo spid="_x0000_s1055"/>
    <customShpInfo spid="_x0000_s1056" textRotate="1"/>
    <customShpInfo spid="_x0000_s1057"/>
    <customShpInfo spid="_x0000_s1058" textRotate="1"/>
    <customShpInfo spid="_x0000_s1059"/>
    <customShpInfo spid="_x0000_s1060"/>
    <customShpInfo spid="_x0000_s1061"/>
    <customShpInfo spid="_x0000_s1062" textRotate="1"/>
    <customShpInfo spid="_x0000_s1063"/>
    <customShpInfo spid="_x0000_s1064"/>
    <customShpInfo spid="_x0000_s1065"/>
    <customShpInfo spid="_x0000_s1066"/>
    <customShpInfo spid="_x0000_s1067"/>
    <customShpInfo spid="_x0000_s1068" textRotate="1"/>
    <customShpInfo spid="_x0000_s1069"/>
    <customShpInfo spid="_x0000_s1070"/>
    <customShpInfo spid="_x0000_s1071" textRotate="1"/>
    <customShpInfo spid="_x0000_s1072"/>
    <customShpInfo spid="_x0000_s1073"/>
    <customShpInfo spid="_x0000_s1074"/>
    <customShpInfo spid="_x0000_s1075"/>
    <customShpInfo spid="_x0000_s1076" textRotate="1"/>
    <customShpInfo spid="_x0000_s1077"/>
    <customShpInfo spid="_x0000_s1078" textRotate="1"/>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textRotate="1"/>
    <customShpInfo spid="_x0000_s1090"/>
    <customShpInfo spid="_x0000_s1091"/>
    <customShpInfo spid="_x0000_s1092"/>
    <customShpInfo spid="_x0000_s1093"/>
    <customShpInfo spid="_x0000_s1094"/>
    <customShpInfo spid="_x0000_s1095"/>
    <customShpInfo spid="_x0000_s1096" textRotate="1"/>
    <customShpInfo spid="_x0000_s1097"/>
    <customShpInfo spid="_x0000_s1098" textRotate="1"/>
    <customShpInfo spid="_x0000_s1099"/>
    <customShpInfo spid="_x0000_s1100" textRotate="1"/>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2</Pages>
  <Words>23</Words>
  <Characters>137</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2017-08-03T08:39:00Z</dcterms:created>
  <dc:creator>Administrator</dc:creator>
  <cp:lastModifiedBy>fqqbb</cp:lastModifiedBy>
  <dcterms:modified xsi:type="dcterms:W3CDTF">2020-06-05T02:21:07Z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